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3F" w:rsidRPr="00A22B2E" w:rsidRDefault="0004563F" w:rsidP="00F24A7C">
      <w:pPr>
        <w:pStyle w:val="Heading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04563F" w:rsidRDefault="0004563F" w:rsidP="00E12B4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04563F" w:rsidRDefault="0004563F" w:rsidP="00E12B4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04563F" w:rsidRPr="00A22B2E" w:rsidRDefault="0004563F" w:rsidP="00E12B4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04563F" w:rsidRPr="00A22B2E" w:rsidRDefault="0004563F" w:rsidP="00E12B4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</w:t>
      </w:r>
    </w:p>
    <w:p w:rsidR="0004563F" w:rsidRPr="00E12B44" w:rsidRDefault="0004563F" w:rsidP="00E12B44">
      <w:pPr>
        <w:spacing w:after="0" w:line="240" w:lineRule="auto"/>
        <w:jc w:val="center"/>
        <w:rPr>
          <w:b/>
        </w:rPr>
      </w:pPr>
      <w:r w:rsidRPr="00A22B2E">
        <w:rPr>
          <w:b/>
        </w:rPr>
        <w:t xml:space="preserve">изменению или принятию в связи с принятием закона Ульяновской области </w:t>
      </w:r>
      <w:r w:rsidRPr="00E12B44">
        <w:rPr>
          <w:b/>
        </w:rPr>
        <w:t>«О внесении изменений в статью 5 Закона Ульяновской области «Об Общественной палате Ульяновской области»</w:t>
      </w:r>
    </w:p>
    <w:p w:rsidR="0004563F" w:rsidRPr="00A22B2E" w:rsidRDefault="0004563F" w:rsidP="00F24A7C">
      <w:pPr>
        <w:jc w:val="center"/>
        <w:rPr>
          <w:b/>
        </w:rPr>
      </w:pPr>
    </w:p>
    <w:p w:rsidR="0004563F" w:rsidRPr="00735A89" w:rsidRDefault="0004563F" w:rsidP="00E12B44">
      <w:pPr>
        <w:spacing w:after="0" w:line="360" w:lineRule="auto"/>
        <w:ind w:firstLine="709"/>
        <w:jc w:val="both"/>
        <w:rPr>
          <w:szCs w:val="28"/>
        </w:rPr>
      </w:pPr>
      <w:r w:rsidRPr="00735A89">
        <w:rPr>
          <w:szCs w:val="28"/>
        </w:rPr>
        <w:t>Принятие закона Ульяновской области «О внесении изменений в статью 5 Закона Ульяновской области «Об Общественной палате Ульяновской области»</w:t>
      </w:r>
    </w:p>
    <w:p w:rsidR="0004563F" w:rsidRPr="00735A89" w:rsidRDefault="0004563F" w:rsidP="00E12B44">
      <w:pPr>
        <w:pStyle w:val="ConsNonformat"/>
        <w:widowControl/>
        <w:spacing w:line="360" w:lineRule="auto"/>
        <w:ind w:right="0"/>
        <w:jc w:val="both"/>
        <w:rPr>
          <w:rFonts w:ascii="PT Astra Serif" w:hAnsi="PT Astra Serif"/>
          <w:sz w:val="28"/>
          <w:szCs w:val="28"/>
        </w:rPr>
      </w:pPr>
      <w:r w:rsidRPr="00735A89">
        <w:rPr>
          <w:rFonts w:ascii="PT Astra Serif" w:hAnsi="PT Astra Serif"/>
          <w:sz w:val="28"/>
          <w:szCs w:val="28"/>
        </w:rPr>
        <w:t xml:space="preserve">не потребует признания утратившими силу, приостановления, изменения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Pr="00735A89">
        <w:rPr>
          <w:rFonts w:ascii="PT Astra Serif" w:hAnsi="PT Astra Serif"/>
          <w:sz w:val="28"/>
          <w:szCs w:val="28"/>
        </w:rPr>
        <w:t xml:space="preserve">или принятия других актов законодательства Ульяновской области. </w:t>
      </w:r>
    </w:p>
    <w:p w:rsidR="0004563F" w:rsidRPr="00A22B2E" w:rsidRDefault="0004563F" w:rsidP="00F24A7C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04563F" w:rsidRPr="00A22B2E" w:rsidRDefault="0004563F" w:rsidP="00F24A7C">
      <w:pPr>
        <w:autoSpaceDE w:val="0"/>
        <w:autoSpaceDN w:val="0"/>
        <w:adjustRightInd w:val="0"/>
        <w:jc w:val="center"/>
      </w:pPr>
      <w:r w:rsidRPr="00A22B2E">
        <w:t>____________________</w:t>
      </w:r>
    </w:p>
    <w:p w:rsidR="0004563F" w:rsidRPr="00A22B2E" w:rsidRDefault="0004563F" w:rsidP="00F24A7C">
      <w:pPr>
        <w:autoSpaceDE w:val="0"/>
        <w:autoSpaceDN w:val="0"/>
        <w:adjustRightInd w:val="0"/>
        <w:jc w:val="center"/>
      </w:pPr>
    </w:p>
    <w:p w:rsidR="0004563F" w:rsidRDefault="0004563F" w:rsidP="00945F66">
      <w:pPr>
        <w:spacing w:after="0"/>
      </w:pPr>
    </w:p>
    <w:sectPr w:rsidR="0004563F" w:rsidSect="007221FB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63F" w:rsidRDefault="0004563F" w:rsidP="007221FB">
      <w:pPr>
        <w:spacing w:after="0" w:line="240" w:lineRule="auto"/>
      </w:pPr>
      <w:r>
        <w:separator/>
      </w:r>
    </w:p>
  </w:endnote>
  <w:endnote w:type="continuationSeparator" w:id="0">
    <w:p w:rsidR="0004563F" w:rsidRDefault="0004563F" w:rsidP="0072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63F" w:rsidRDefault="0004563F" w:rsidP="007221FB">
      <w:pPr>
        <w:spacing w:after="0" w:line="240" w:lineRule="auto"/>
      </w:pPr>
      <w:r>
        <w:separator/>
      </w:r>
    </w:p>
  </w:footnote>
  <w:footnote w:type="continuationSeparator" w:id="0">
    <w:p w:rsidR="0004563F" w:rsidRDefault="0004563F" w:rsidP="00722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3F" w:rsidRDefault="0004563F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04563F" w:rsidRDefault="000456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A44"/>
    <w:rsid w:val="00037132"/>
    <w:rsid w:val="0004563F"/>
    <w:rsid w:val="000B43A9"/>
    <w:rsid w:val="00115D38"/>
    <w:rsid w:val="001220FB"/>
    <w:rsid w:val="001A528B"/>
    <w:rsid w:val="001E42E3"/>
    <w:rsid w:val="001F39B1"/>
    <w:rsid w:val="002208BD"/>
    <w:rsid w:val="00230F46"/>
    <w:rsid w:val="0025444E"/>
    <w:rsid w:val="00276FF7"/>
    <w:rsid w:val="00284AEF"/>
    <w:rsid w:val="00296B28"/>
    <w:rsid w:val="002B4E77"/>
    <w:rsid w:val="002B5A44"/>
    <w:rsid w:val="002C07A6"/>
    <w:rsid w:val="002C3D90"/>
    <w:rsid w:val="002E34F4"/>
    <w:rsid w:val="002F3FE1"/>
    <w:rsid w:val="00323EF4"/>
    <w:rsid w:val="00356A24"/>
    <w:rsid w:val="003742E6"/>
    <w:rsid w:val="003A22C2"/>
    <w:rsid w:val="003E6DD7"/>
    <w:rsid w:val="003F7731"/>
    <w:rsid w:val="003F7E03"/>
    <w:rsid w:val="00501956"/>
    <w:rsid w:val="00514CEF"/>
    <w:rsid w:val="00541B5A"/>
    <w:rsid w:val="00541E4B"/>
    <w:rsid w:val="005643F6"/>
    <w:rsid w:val="00572348"/>
    <w:rsid w:val="005964E6"/>
    <w:rsid w:val="005E0408"/>
    <w:rsid w:val="0063597C"/>
    <w:rsid w:val="006621E9"/>
    <w:rsid w:val="006A7D61"/>
    <w:rsid w:val="006B0D4C"/>
    <w:rsid w:val="006B3F00"/>
    <w:rsid w:val="006B6176"/>
    <w:rsid w:val="006F777C"/>
    <w:rsid w:val="007221FB"/>
    <w:rsid w:val="0072328D"/>
    <w:rsid w:val="0073227D"/>
    <w:rsid w:val="0073594F"/>
    <w:rsid w:val="00735A89"/>
    <w:rsid w:val="007857D6"/>
    <w:rsid w:val="007A0A02"/>
    <w:rsid w:val="007E0927"/>
    <w:rsid w:val="008405C3"/>
    <w:rsid w:val="00843FD3"/>
    <w:rsid w:val="008710DD"/>
    <w:rsid w:val="008824FA"/>
    <w:rsid w:val="008C3405"/>
    <w:rsid w:val="008E180C"/>
    <w:rsid w:val="008F64B2"/>
    <w:rsid w:val="00945F66"/>
    <w:rsid w:val="009468E1"/>
    <w:rsid w:val="00951B5A"/>
    <w:rsid w:val="009E0EDA"/>
    <w:rsid w:val="00A0161E"/>
    <w:rsid w:val="00A152D4"/>
    <w:rsid w:val="00A179B7"/>
    <w:rsid w:val="00A22B2E"/>
    <w:rsid w:val="00A4631B"/>
    <w:rsid w:val="00A46EA6"/>
    <w:rsid w:val="00A60AF3"/>
    <w:rsid w:val="00A6101B"/>
    <w:rsid w:val="00A869A4"/>
    <w:rsid w:val="00AA268C"/>
    <w:rsid w:val="00AB21E2"/>
    <w:rsid w:val="00AB318D"/>
    <w:rsid w:val="00B36829"/>
    <w:rsid w:val="00B37316"/>
    <w:rsid w:val="00B51976"/>
    <w:rsid w:val="00B54FC1"/>
    <w:rsid w:val="00B73270"/>
    <w:rsid w:val="00BA531B"/>
    <w:rsid w:val="00C014DA"/>
    <w:rsid w:val="00C04CCB"/>
    <w:rsid w:val="00C45396"/>
    <w:rsid w:val="00C65542"/>
    <w:rsid w:val="00C80C20"/>
    <w:rsid w:val="00C958EF"/>
    <w:rsid w:val="00CB582C"/>
    <w:rsid w:val="00D16B4E"/>
    <w:rsid w:val="00D3793A"/>
    <w:rsid w:val="00D41411"/>
    <w:rsid w:val="00D67732"/>
    <w:rsid w:val="00D76D49"/>
    <w:rsid w:val="00DA3ECC"/>
    <w:rsid w:val="00DD4CAA"/>
    <w:rsid w:val="00E12B44"/>
    <w:rsid w:val="00E325B3"/>
    <w:rsid w:val="00E83CC4"/>
    <w:rsid w:val="00EC626F"/>
    <w:rsid w:val="00F03121"/>
    <w:rsid w:val="00F21B74"/>
    <w:rsid w:val="00F24A7C"/>
    <w:rsid w:val="00F82EFF"/>
    <w:rsid w:val="00F9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49"/>
    <w:pPr>
      <w:spacing w:after="200" w:line="276" w:lineRule="auto"/>
    </w:pPr>
    <w:rPr>
      <w:sz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4A7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24A7C"/>
    <w:rPr>
      <w:rFonts w:ascii="Times New Roman" w:hAnsi="Times New Roman" w:cs="Times New Roman"/>
      <w:b/>
      <w:cap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221F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21FB"/>
    <w:rPr>
      <w:rFonts w:cs="Times New Roman"/>
    </w:rPr>
  </w:style>
  <w:style w:type="paragraph" w:customStyle="1" w:styleId="ConsPlusNormal">
    <w:name w:val="ConsPlusNormal"/>
    <w:uiPriority w:val="99"/>
    <w:rsid w:val="00F24A7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F24A7C"/>
    <w:pPr>
      <w:widowControl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89</Words>
  <Characters>513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2020-04-14T07:03:00Z</cp:lastPrinted>
  <dcterms:created xsi:type="dcterms:W3CDTF">2020-04-15T05:01:00Z</dcterms:created>
  <dcterms:modified xsi:type="dcterms:W3CDTF">2020-04-16T06:38:00Z</dcterms:modified>
</cp:coreProperties>
</file>